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01E7B6D" w14:textId="77777777" w:rsidTr="00050DA7">
        <w:tc>
          <w:tcPr>
            <w:tcW w:w="4428" w:type="dxa"/>
          </w:tcPr>
          <w:p w14:paraId="1FE879E8" w14:textId="2D958035" w:rsidR="000348ED" w:rsidRPr="0071062F" w:rsidRDefault="005D05AC" w:rsidP="002B0236">
            <w:r w:rsidRPr="0071062F">
              <w:t>From:</w:t>
            </w:r>
            <w:r w:rsidRPr="0071062F">
              <w:tab/>
            </w:r>
            <w:r w:rsidR="00EE0F46" w:rsidRPr="0071062F">
              <w:t>VTS</w:t>
            </w:r>
            <w:r w:rsidR="00CA04AF" w:rsidRPr="0071062F">
              <w:t xml:space="preserve"> </w:t>
            </w:r>
            <w:r w:rsidRPr="0071062F">
              <w:t>C</w:t>
            </w:r>
            <w:r w:rsidR="00050DA7" w:rsidRPr="0071062F">
              <w:t>ommittee</w:t>
            </w:r>
          </w:p>
        </w:tc>
        <w:tc>
          <w:tcPr>
            <w:tcW w:w="5461" w:type="dxa"/>
          </w:tcPr>
          <w:p w14:paraId="3499820A" w14:textId="38638AD2" w:rsidR="000348ED" w:rsidRPr="00AA2626" w:rsidRDefault="00FF1082" w:rsidP="008F4DC3">
            <w:pPr>
              <w:jc w:val="right"/>
              <w:rPr>
                <w:highlight w:val="yellow"/>
              </w:rPr>
            </w:pPr>
            <w:r w:rsidRPr="00FF1082">
              <w:t>DTEC1-5.0.4</w:t>
            </w:r>
          </w:p>
        </w:tc>
      </w:tr>
      <w:tr w:rsidR="000348ED" w:rsidRPr="00AA2626" w14:paraId="50072243" w14:textId="77777777" w:rsidTr="00050DA7">
        <w:tc>
          <w:tcPr>
            <w:tcW w:w="4428" w:type="dxa"/>
          </w:tcPr>
          <w:p w14:paraId="2C71A425" w14:textId="0AF17750" w:rsidR="000348ED" w:rsidRPr="0071062F" w:rsidRDefault="005D05AC" w:rsidP="002B0236">
            <w:r w:rsidRPr="0071062F">
              <w:t>To:</w:t>
            </w:r>
            <w:r w:rsidRPr="0071062F">
              <w:tab/>
            </w:r>
            <w:r w:rsidR="00EE0F46" w:rsidRPr="0071062F">
              <w:t>ARM</w:t>
            </w:r>
            <w:r w:rsidR="005F6081">
              <w:t xml:space="preserve"> and DTEC</w:t>
            </w:r>
            <w:r w:rsidR="00CA04AF" w:rsidRPr="0071062F">
              <w:t xml:space="preserve"> </w:t>
            </w:r>
            <w:r w:rsidR="00902AA4" w:rsidRPr="0071062F">
              <w:t>Committee</w:t>
            </w:r>
            <w:r w:rsidR="005F6081">
              <w:t>s</w:t>
            </w:r>
          </w:p>
        </w:tc>
        <w:tc>
          <w:tcPr>
            <w:tcW w:w="5461" w:type="dxa"/>
          </w:tcPr>
          <w:p w14:paraId="1EB2E4FB" w14:textId="0DC6D440" w:rsidR="000348ED" w:rsidRPr="00AA2626" w:rsidRDefault="00FF1082" w:rsidP="008F4DC3">
            <w:pPr>
              <w:jc w:val="right"/>
            </w:pPr>
            <w:r w:rsidRPr="00D953B7">
              <w:t>27</w:t>
            </w:r>
            <w:r w:rsidR="005D05AC" w:rsidRPr="00D953B7">
              <w:t xml:space="preserve"> </w:t>
            </w:r>
            <w:r w:rsidR="00D953B7" w:rsidRPr="00D953B7">
              <w:t>September</w:t>
            </w:r>
            <w:r w:rsidR="00D953B7">
              <w:t xml:space="preserve"> 2023</w:t>
            </w:r>
          </w:p>
        </w:tc>
      </w:tr>
    </w:tbl>
    <w:p w14:paraId="3CBA3D35" w14:textId="77777777" w:rsidR="000348ED" w:rsidRPr="00AA2626" w:rsidRDefault="00AA2626" w:rsidP="002B0236">
      <w:pPr>
        <w:pStyle w:val="Title"/>
      </w:pPr>
      <w:r>
        <w:t>LIAISON NOTE</w:t>
      </w:r>
    </w:p>
    <w:p w14:paraId="4FCADE10" w14:textId="5F05C298" w:rsidR="000348ED" w:rsidRPr="00AA2626" w:rsidRDefault="00EE0F46" w:rsidP="002B0236">
      <w:pPr>
        <w:pStyle w:val="Title"/>
      </w:pPr>
      <w:r>
        <w:t xml:space="preserve">Response </w:t>
      </w:r>
      <w:r w:rsidR="00563503">
        <w:t>to</w:t>
      </w:r>
      <w:r>
        <w:t xml:space="preserve"> review request of cyber security guideline</w:t>
      </w:r>
    </w:p>
    <w:p w14:paraId="34B5F46A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436E4FDD" w14:textId="3A640C3B" w:rsidR="00B8247E" w:rsidRDefault="00EE0F46" w:rsidP="002B0236">
      <w:pPr>
        <w:pStyle w:val="BodyText"/>
      </w:pPr>
      <w:r>
        <w:t xml:space="preserve">ARM16 has requested the VTS committee to review and amend the guideline on Cyber Security that has been drafted in collaboration between ARM, other </w:t>
      </w:r>
      <w:proofErr w:type="gramStart"/>
      <w:r>
        <w:t>committees</w:t>
      </w:r>
      <w:proofErr w:type="gramEnd"/>
      <w:r>
        <w:t xml:space="preserve"> and the cyber security workshop in November 2021.</w:t>
      </w:r>
    </w:p>
    <w:p w14:paraId="252F6DE0" w14:textId="2D6E554E" w:rsidR="00E93C9B" w:rsidRPr="0071062F" w:rsidRDefault="00EE0F46" w:rsidP="0071062F">
      <w:pPr>
        <w:pStyle w:val="BodyText"/>
      </w:pPr>
      <w:r>
        <w:t xml:space="preserve">The VTS committee </w:t>
      </w:r>
      <w:r w:rsidR="00313CA3">
        <w:t>agrees with the suggested texts and provided some changes/improvements</w:t>
      </w:r>
      <w:r>
        <w:t xml:space="preserve"> on VTS (chapter 6)</w:t>
      </w:r>
      <w:r w:rsidR="00313CA3">
        <w:t xml:space="preserve">. An </w:t>
      </w:r>
      <w:r>
        <w:t>additional paragraph</w:t>
      </w:r>
      <w:r w:rsidR="00313CA3">
        <w:t xml:space="preserve"> is suggested</w:t>
      </w:r>
      <w:r>
        <w:t xml:space="preserve">. These have been </w:t>
      </w:r>
      <w:r w:rsidR="0071062F">
        <w:t>added – with “track changes” –</w:t>
      </w:r>
      <w:r>
        <w:t xml:space="preserve"> in</w:t>
      </w:r>
      <w:r w:rsidR="0071062F">
        <w:t xml:space="preserve"> </w:t>
      </w:r>
      <w:r>
        <w:t xml:space="preserve">the </w:t>
      </w:r>
      <w:r w:rsidRPr="00313CA3">
        <w:t xml:space="preserve">attached </w:t>
      </w:r>
      <w:r w:rsidR="0071062F" w:rsidRPr="00313CA3">
        <w:t>document</w:t>
      </w:r>
      <w:r w:rsidR="00313CA3">
        <w:t xml:space="preserve"> “</w:t>
      </w:r>
      <w:r w:rsidR="00313CA3" w:rsidRPr="00313CA3">
        <w:t>Revised Draft Guideline on Cyber Security</w:t>
      </w:r>
      <w:r w:rsidR="00313CA3">
        <w:t>”</w:t>
      </w:r>
      <w:r w:rsidR="0071062F">
        <w:t>.</w:t>
      </w:r>
    </w:p>
    <w:p w14:paraId="2796EF3C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0E30B14B" w14:textId="7D0E5339" w:rsidR="005F6081" w:rsidRDefault="00902AA4" w:rsidP="0071062F">
      <w:pPr>
        <w:pStyle w:val="BodyText"/>
      </w:pPr>
      <w:r w:rsidRPr="00AA2626">
        <w:t xml:space="preserve">The </w:t>
      </w:r>
      <w:r w:rsidR="0071062F">
        <w:t>ARM committee</w:t>
      </w:r>
      <w:r w:rsidRPr="00AA2626">
        <w:t xml:space="preserve"> is requested to</w:t>
      </w:r>
      <w:r w:rsidR="0071062F">
        <w:t xml:space="preserve"> consider the suggested changes and amendments to the draft guideline and proceed with publication.</w:t>
      </w:r>
    </w:p>
    <w:p w14:paraId="410451D1" w14:textId="66937180" w:rsidR="005F6081" w:rsidRPr="0071062F" w:rsidRDefault="005F6081" w:rsidP="0071062F">
      <w:pPr>
        <w:pStyle w:val="BodyText"/>
      </w:pPr>
      <w:r>
        <w:t xml:space="preserve">The DTEC committee is requested to note and review the changes </w:t>
      </w:r>
      <w:proofErr w:type="gramStart"/>
      <w:r>
        <w:t>made</w:t>
      </w:r>
      <w:proofErr w:type="gramEnd"/>
    </w:p>
    <w:sectPr w:rsidR="005F6081" w:rsidRPr="0071062F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D0A84" w14:textId="77777777" w:rsidR="008D745D" w:rsidRDefault="008D745D" w:rsidP="002B0236">
      <w:r>
        <w:separator/>
      </w:r>
    </w:p>
  </w:endnote>
  <w:endnote w:type="continuationSeparator" w:id="0">
    <w:p w14:paraId="7F30C1E1" w14:textId="77777777" w:rsidR="008D745D" w:rsidRDefault="008D745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B88CB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EFFCE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FFA39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0746B" w14:textId="77777777" w:rsidR="008D745D" w:rsidRDefault="008D745D" w:rsidP="002B0236">
      <w:r>
        <w:separator/>
      </w:r>
    </w:p>
  </w:footnote>
  <w:footnote w:type="continuationSeparator" w:id="0">
    <w:p w14:paraId="53E53973" w14:textId="77777777" w:rsidR="008D745D" w:rsidRDefault="008D745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113C3" w14:textId="77777777" w:rsidR="008E7A45" w:rsidRDefault="00D953B7" w:rsidP="002B0236">
    <w:pPr>
      <w:pStyle w:val="Header"/>
    </w:pPr>
    <w:r>
      <w:rPr>
        <w:noProof/>
      </w:rPr>
      <w:pict w14:anchorId="42714F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28785" w14:textId="77777777" w:rsidR="008E7A45" w:rsidRDefault="00D953B7" w:rsidP="002B0236">
    <w:pPr>
      <w:pStyle w:val="Header"/>
    </w:pPr>
    <w:r>
      <w:rPr>
        <w:noProof/>
      </w:rPr>
      <w:pict w14:anchorId="1003C4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>
      <w:pict w14:anchorId="7B9B3A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7pt;height:65pt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E45C2" w14:textId="77777777" w:rsidR="008E7A45" w:rsidRDefault="00D953B7" w:rsidP="002B0236">
    <w:pPr>
      <w:pStyle w:val="Header"/>
    </w:pPr>
    <w:r>
      <w:rPr>
        <w:noProof/>
      </w:rPr>
      <w:pict w14:anchorId="0D1629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95031487">
    <w:abstractNumId w:val="8"/>
  </w:num>
  <w:num w:numId="2" w16cid:durableId="1726249866">
    <w:abstractNumId w:val="13"/>
  </w:num>
  <w:num w:numId="3" w16cid:durableId="2070880093">
    <w:abstractNumId w:val="8"/>
  </w:num>
  <w:num w:numId="4" w16cid:durableId="1453475511">
    <w:abstractNumId w:val="8"/>
  </w:num>
  <w:num w:numId="5" w16cid:durableId="1166824294">
    <w:abstractNumId w:val="4"/>
  </w:num>
  <w:num w:numId="6" w16cid:durableId="439032176">
    <w:abstractNumId w:val="9"/>
  </w:num>
  <w:num w:numId="7" w16cid:durableId="1246915400">
    <w:abstractNumId w:val="6"/>
  </w:num>
  <w:num w:numId="8" w16cid:durableId="1162424832">
    <w:abstractNumId w:val="0"/>
  </w:num>
  <w:num w:numId="9" w16cid:durableId="844057245">
    <w:abstractNumId w:val="3"/>
  </w:num>
  <w:num w:numId="10" w16cid:durableId="501432439">
    <w:abstractNumId w:val="10"/>
  </w:num>
  <w:num w:numId="11" w16cid:durableId="1275013631">
    <w:abstractNumId w:val="1"/>
  </w:num>
  <w:num w:numId="12" w16cid:durableId="1888028898">
    <w:abstractNumId w:val="1"/>
  </w:num>
  <w:num w:numId="13" w16cid:durableId="1552569758">
    <w:abstractNumId w:val="1"/>
  </w:num>
  <w:num w:numId="14" w16cid:durableId="1906598024">
    <w:abstractNumId w:val="1"/>
  </w:num>
  <w:num w:numId="15" w16cid:durableId="587661769">
    <w:abstractNumId w:val="1"/>
  </w:num>
  <w:num w:numId="16" w16cid:durableId="1577863730">
    <w:abstractNumId w:val="5"/>
  </w:num>
  <w:num w:numId="17" w16cid:durableId="914970178">
    <w:abstractNumId w:val="12"/>
  </w:num>
  <w:num w:numId="18" w16cid:durableId="1667006035">
    <w:abstractNumId w:val="2"/>
  </w:num>
  <w:num w:numId="19" w16cid:durableId="1761096214">
    <w:abstractNumId w:val="11"/>
  </w:num>
  <w:num w:numId="20" w16cid:durableId="1317799230">
    <w:abstractNumId w:val="7"/>
  </w:num>
  <w:num w:numId="21" w16cid:durableId="227957972">
    <w:abstractNumId w:val="5"/>
  </w:num>
  <w:num w:numId="22" w16cid:durableId="1967198917">
    <w:abstractNumId w:val="5"/>
  </w:num>
  <w:num w:numId="23" w16cid:durableId="17500809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B0236"/>
    <w:rsid w:val="00313CA3"/>
    <w:rsid w:val="003D55DD"/>
    <w:rsid w:val="003E1831"/>
    <w:rsid w:val="00424954"/>
    <w:rsid w:val="004C1386"/>
    <w:rsid w:val="004C220D"/>
    <w:rsid w:val="00563503"/>
    <w:rsid w:val="0058001D"/>
    <w:rsid w:val="005D05AC"/>
    <w:rsid w:val="005F6081"/>
    <w:rsid w:val="00630F7F"/>
    <w:rsid w:val="0064435F"/>
    <w:rsid w:val="006D470F"/>
    <w:rsid w:val="0071062F"/>
    <w:rsid w:val="00727E88"/>
    <w:rsid w:val="00775878"/>
    <w:rsid w:val="0080092C"/>
    <w:rsid w:val="00872453"/>
    <w:rsid w:val="008D745D"/>
    <w:rsid w:val="008E7A45"/>
    <w:rsid w:val="008F13DD"/>
    <w:rsid w:val="008F4DC3"/>
    <w:rsid w:val="00902AA4"/>
    <w:rsid w:val="00906239"/>
    <w:rsid w:val="00910DB5"/>
    <w:rsid w:val="009F3B6C"/>
    <w:rsid w:val="009F5C36"/>
    <w:rsid w:val="00A27F12"/>
    <w:rsid w:val="00A30579"/>
    <w:rsid w:val="00AA2626"/>
    <w:rsid w:val="00AA76C0"/>
    <w:rsid w:val="00B077EC"/>
    <w:rsid w:val="00B15B24"/>
    <w:rsid w:val="00B428DA"/>
    <w:rsid w:val="00B8247E"/>
    <w:rsid w:val="00BE56DF"/>
    <w:rsid w:val="00C265EE"/>
    <w:rsid w:val="00CA04AF"/>
    <w:rsid w:val="00D953B7"/>
    <w:rsid w:val="00E729A7"/>
    <w:rsid w:val="00E93C9B"/>
    <w:rsid w:val="00EE0F46"/>
    <w:rsid w:val="00EE3F2F"/>
    <w:rsid w:val="00F73F78"/>
    <w:rsid w:val="00FA5842"/>
    <w:rsid w:val="00FA6769"/>
    <w:rsid w:val="00FD03CA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0B735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43286A-B3E6-49FB-B0B7-2BDB05230A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8C919-4B18-44EF-A951-FDCFF8791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30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10</cp:revision>
  <cp:lastPrinted>2006-10-19T11:49:00Z</cp:lastPrinted>
  <dcterms:created xsi:type="dcterms:W3CDTF">2016-02-08T13:15:00Z</dcterms:created>
  <dcterms:modified xsi:type="dcterms:W3CDTF">2023-09-26T09:38:00Z</dcterms:modified>
</cp:coreProperties>
</file>